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AB770" w14:textId="2A2696EA" w:rsidR="00F37F00" w:rsidRDefault="00AA4AB8" w:rsidP="00044EB7">
      <w:pPr>
        <w:rPr>
          <w:b/>
          <w:bCs/>
        </w:rPr>
      </w:pPr>
      <w:r w:rsidRPr="00AA4AB8">
        <w:rPr>
          <w:b/>
          <w:bCs/>
          <w:noProof/>
        </w:rPr>
        <w:drawing>
          <wp:inline distT="0" distB="0" distL="0" distR="0" wp14:anchorId="40B22BFD" wp14:editId="6688D37F">
            <wp:extent cx="7235825" cy="6282055"/>
            <wp:effectExtent l="0" t="0" r="0" b="0"/>
            <wp:docPr id="14609099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582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599286" w14:textId="7A34372B" w:rsidR="002A468A" w:rsidRDefault="00897227" w:rsidP="002A468A">
      <w:pPr>
        <w:rPr>
          <w:bCs/>
        </w:rPr>
      </w:pPr>
      <w:r>
        <w:rPr>
          <w:bCs/>
        </w:rPr>
        <w:lastRenderedPageBreak/>
        <w:t>Theoretical mass</w:t>
      </w:r>
      <w:r w:rsidR="003F5CA5">
        <w:rPr>
          <w:bCs/>
        </w:rPr>
        <w:t xml:space="preserve"> </w:t>
      </w:r>
      <w:r w:rsidR="00C66802">
        <w:rPr>
          <w:bCs/>
        </w:rPr>
        <w:t>for [M</w:t>
      </w:r>
      <w:r w:rsidR="00F446FE">
        <w:rPr>
          <w:bCs/>
        </w:rPr>
        <w:t>-</w:t>
      </w:r>
      <w:r w:rsidR="00C66802">
        <w:rPr>
          <w:bCs/>
        </w:rPr>
        <w:t>H]</w:t>
      </w:r>
      <w:r w:rsidR="00F446FE">
        <w:rPr>
          <w:bCs/>
        </w:rPr>
        <w:t>-</w:t>
      </w:r>
      <w:r>
        <w:rPr>
          <w:bCs/>
        </w:rPr>
        <w:t xml:space="preserve">: </w:t>
      </w:r>
      <w:r w:rsidR="00AA4AB8">
        <w:rPr>
          <w:bCs/>
        </w:rPr>
        <w:t>303.0697</w:t>
      </w:r>
    </w:p>
    <w:p w14:paraId="68EF92B7" w14:textId="4269DD48" w:rsidR="00E930E2" w:rsidRDefault="00AA4AB8" w:rsidP="00E930E2">
      <w:pPr>
        <w:rPr>
          <w:bCs/>
        </w:rPr>
      </w:pPr>
      <w:r>
        <w:rPr>
          <w:bCs/>
        </w:rPr>
        <w:t xml:space="preserve">Found mass: </w:t>
      </w:r>
      <w:proofErr w:type="gramStart"/>
      <w:r>
        <w:rPr>
          <w:bCs/>
        </w:rPr>
        <w:t>303.0697</w:t>
      </w:r>
      <w:proofErr w:type="gramEnd"/>
    </w:p>
    <w:p w14:paraId="2517A640" w14:textId="378BAEE2" w:rsidR="00AA4AB8" w:rsidRDefault="00AA4AB8" w:rsidP="00E930E2">
      <w:pPr>
        <w:rPr>
          <w:bCs/>
        </w:rPr>
      </w:pPr>
      <w:r>
        <w:rPr>
          <w:bCs/>
        </w:rPr>
        <w:t>Error (ppm): 0.0</w:t>
      </w:r>
    </w:p>
    <w:p w14:paraId="01C50A1A" w14:textId="77777777" w:rsidR="00B84367" w:rsidRDefault="00B84367" w:rsidP="00E930E2">
      <w:pPr>
        <w:rPr>
          <w:bCs/>
        </w:rPr>
      </w:pPr>
    </w:p>
    <w:sectPr w:rsidR="00B8436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F00"/>
    <w:rsid w:val="000114CF"/>
    <w:rsid w:val="00015F7C"/>
    <w:rsid w:val="00030D5F"/>
    <w:rsid w:val="00044EB7"/>
    <w:rsid w:val="00071D03"/>
    <w:rsid w:val="000812C6"/>
    <w:rsid w:val="000B1DA3"/>
    <w:rsid w:val="000D5DA7"/>
    <w:rsid w:val="000E3EC1"/>
    <w:rsid w:val="000F49DD"/>
    <w:rsid w:val="001374BE"/>
    <w:rsid w:val="00147660"/>
    <w:rsid w:val="001876EA"/>
    <w:rsid w:val="00191DF1"/>
    <w:rsid w:val="00193525"/>
    <w:rsid w:val="001B127D"/>
    <w:rsid w:val="001C3256"/>
    <w:rsid w:val="001D4271"/>
    <w:rsid w:val="001E2407"/>
    <w:rsid w:val="00246905"/>
    <w:rsid w:val="002508BC"/>
    <w:rsid w:val="00251D5B"/>
    <w:rsid w:val="00275E2A"/>
    <w:rsid w:val="002765DC"/>
    <w:rsid w:val="0028126A"/>
    <w:rsid w:val="002A11F7"/>
    <w:rsid w:val="002A468A"/>
    <w:rsid w:val="00301DB4"/>
    <w:rsid w:val="00315651"/>
    <w:rsid w:val="003362A6"/>
    <w:rsid w:val="00354FE5"/>
    <w:rsid w:val="00363728"/>
    <w:rsid w:val="0037624E"/>
    <w:rsid w:val="00393E25"/>
    <w:rsid w:val="003A286F"/>
    <w:rsid w:val="003B0136"/>
    <w:rsid w:val="003C5554"/>
    <w:rsid w:val="003E6E4E"/>
    <w:rsid w:val="003F5CA5"/>
    <w:rsid w:val="00401377"/>
    <w:rsid w:val="00402AC0"/>
    <w:rsid w:val="00411A55"/>
    <w:rsid w:val="00415744"/>
    <w:rsid w:val="004465BB"/>
    <w:rsid w:val="004634E9"/>
    <w:rsid w:val="004903A3"/>
    <w:rsid w:val="004B040E"/>
    <w:rsid w:val="004C2A0A"/>
    <w:rsid w:val="004C7D07"/>
    <w:rsid w:val="004E3611"/>
    <w:rsid w:val="00524F21"/>
    <w:rsid w:val="00525E2E"/>
    <w:rsid w:val="005438A3"/>
    <w:rsid w:val="0058345C"/>
    <w:rsid w:val="005911C1"/>
    <w:rsid w:val="00595483"/>
    <w:rsid w:val="005A001C"/>
    <w:rsid w:val="005E6365"/>
    <w:rsid w:val="00615522"/>
    <w:rsid w:val="00626E7A"/>
    <w:rsid w:val="00673042"/>
    <w:rsid w:val="0068220B"/>
    <w:rsid w:val="006961DE"/>
    <w:rsid w:val="00697E1F"/>
    <w:rsid w:val="006A7AC2"/>
    <w:rsid w:val="006B48C9"/>
    <w:rsid w:val="007265BC"/>
    <w:rsid w:val="00756F98"/>
    <w:rsid w:val="00787B7D"/>
    <w:rsid w:val="0079215B"/>
    <w:rsid w:val="007B0B76"/>
    <w:rsid w:val="007D4DFB"/>
    <w:rsid w:val="00806780"/>
    <w:rsid w:val="008326FF"/>
    <w:rsid w:val="00863BE8"/>
    <w:rsid w:val="00880753"/>
    <w:rsid w:val="00896BFE"/>
    <w:rsid w:val="00897227"/>
    <w:rsid w:val="0089748F"/>
    <w:rsid w:val="00897FE2"/>
    <w:rsid w:val="008C37A9"/>
    <w:rsid w:val="008E241A"/>
    <w:rsid w:val="008E3F5A"/>
    <w:rsid w:val="00940388"/>
    <w:rsid w:val="009456A5"/>
    <w:rsid w:val="009A069C"/>
    <w:rsid w:val="00A06372"/>
    <w:rsid w:val="00A73DFB"/>
    <w:rsid w:val="00A73F07"/>
    <w:rsid w:val="00A92AB1"/>
    <w:rsid w:val="00AA367B"/>
    <w:rsid w:val="00AA4AB8"/>
    <w:rsid w:val="00AC3E9B"/>
    <w:rsid w:val="00AC7F94"/>
    <w:rsid w:val="00AF5362"/>
    <w:rsid w:val="00B14461"/>
    <w:rsid w:val="00B22530"/>
    <w:rsid w:val="00B2331B"/>
    <w:rsid w:val="00B33E70"/>
    <w:rsid w:val="00B54FEC"/>
    <w:rsid w:val="00B82941"/>
    <w:rsid w:val="00B84367"/>
    <w:rsid w:val="00BA0F9E"/>
    <w:rsid w:val="00C3034C"/>
    <w:rsid w:val="00C66802"/>
    <w:rsid w:val="00C82360"/>
    <w:rsid w:val="00C93757"/>
    <w:rsid w:val="00CA757E"/>
    <w:rsid w:val="00CB5DD1"/>
    <w:rsid w:val="00CF0D02"/>
    <w:rsid w:val="00D84707"/>
    <w:rsid w:val="00D86C7D"/>
    <w:rsid w:val="00DA3507"/>
    <w:rsid w:val="00DB1A66"/>
    <w:rsid w:val="00DB36C7"/>
    <w:rsid w:val="00DC1254"/>
    <w:rsid w:val="00DC7777"/>
    <w:rsid w:val="00DD06BF"/>
    <w:rsid w:val="00DD701C"/>
    <w:rsid w:val="00DF6EA1"/>
    <w:rsid w:val="00E10A4D"/>
    <w:rsid w:val="00E126C3"/>
    <w:rsid w:val="00E1350D"/>
    <w:rsid w:val="00E142E0"/>
    <w:rsid w:val="00E510E6"/>
    <w:rsid w:val="00E751C4"/>
    <w:rsid w:val="00E930E2"/>
    <w:rsid w:val="00F02F5E"/>
    <w:rsid w:val="00F23A8B"/>
    <w:rsid w:val="00F37F00"/>
    <w:rsid w:val="00F446FE"/>
    <w:rsid w:val="00F45B5D"/>
    <w:rsid w:val="00F67417"/>
    <w:rsid w:val="00F73A49"/>
    <w:rsid w:val="00F923EF"/>
    <w:rsid w:val="00F92777"/>
    <w:rsid w:val="00F9494F"/>
    <w:rsid w:val="00FC41C9"/>
    <w:rsid w:val="00FC6086"/>
    <w:rsid w:val="00FD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0D57F"/>
  <w15:docId w15:val="{E500B294-BA27-4C7A-BE44-B2130D12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d0767b3-733f-42bf-9107-cae3f043e0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625FCA428BCF43A7121EC270B0683B" ma:contentTypeVersion="12" ma:contentTypeDescription="Create a new document." ma:contentTypeScope="" ma:versionID="401d5b37e2f409b0dedf36d7627155b8">
  <xsd:schema xmlns:xsd="http://www.w3.org/2001/XMLSchema" xmlns:xs="http://www.w3.org/2001/XMLSchema" xmlns:p="http://schemas.microsoft.com/office/2006/metadata/properties" xmlns:ns3="7d0767b3-733f-42bf-9107-cae3f043e019" xmlns:ns4="44887b12-1343-4e7c-bc6c-e6339cdaa3a8" targetNamespace="http://schemas.microsoft.com/office/2006/metadata/properties" ma:root="true" ma:fieldsID="d4ade9a2ad1add4d1b93157d1fee9639" ns3:_="" ns4:_="">
    <xsd:import namespace="7d0767b3-733f-42bf-9107-cae3f043e019"/>
    <xsd:import namespace="44887b12-1343-4e7c-bc6c-e6339cdaa3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767b3-733f-42bf-9107-cae3f043e0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887b12-1343-4e7c-bc6c-e6339cdaa3a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4B7B30-7348-459B-BFAF-ADFED3FB8A05}">
  <ds:schemaRefs>
    <ds:schemaRef ds:uri="http://schemas.microsoft.com/office/2006/metadata/properties"/>
    <ds:schemaRef ds:uri="http://schemas.microsoft.com/office/infopath/2007/PartnerControls"/>
    <ds:schemaRef ds:uri="7d0767b3-733f-42bf-9107-cae3f043e019"/>
  </ds:schemaRefs>
</ds:datastoreItem>
</file>

<file path=customXml/itemProps2.xml><?xml version="1.0" encoding="utf-8"?>
<ds:datastoreItem xmlns:ds="http://schemas.openxmlformats.org/officeDocument/2006/customXml" ds:itemID="{5F3A27E2-0BAC-4793-BBF5-E1B870E8B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0767b3-733f-42bf-9107-cae3f043e019"/>
    <ds:schemaRef ds:uri="44887b12-1343-4e7c-bc6c-e6339cdaa3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5691DA-1089-4189-8088-781C1EC50F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2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Waters</dc:creator>
  <cp:lastModifiedBy>Puchnarewicz, Malgorzata</cp:lastModifiedBy>
  <cp:revision>3</cp:revision>
  <dcterms:created xsi:type="dcterms:W3CDTF">2023-10-02T13:33:00Z</dcterms:created>
  <dcterms:modified xsi:type="dcterms:W3CDTF">2023-10-02T13:36:00Z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0x010100EB625FCA428BCF43A7121EC270B0683B</vt:lpwstr>
  </property>
</Properties>
</file>